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7B8BA" w14:textId="7DC18231" w:rsidR="00C459E9" w:rsidRPr="00BF3C3E" w:rsidRDefault="00C459E9" w:rsidP="00C459E9">
      <w:pPr>
        <w:jc w:val="right"/>
        <w:rPr>
          <w:bCs/>
          <w:iCs/>
        </w:rPr>
      </w:pPr>
      <w:r w:rsidRPr="00BF3C3E">
        <w:rPr>
          <w:bCs/>
          <w:iCs/>
        </w:rPr>
        <w:t>Приложение №</w:t>
      </w:r>
      <w:r w:rsidR="00BF3C3E" w:rsidRPr="00BF3C3E">
        <w:rPr>
          <w:bCs/>
          <w:iCs/>
        </w:rPr>
        <w:t>8</w:t>
      </w:r>
      <w:r w:rsidRPr="00BF3C3E">
        <w:rPr>
          <w:bCs/>
          <w:iCs/>
        </w:rPr>
        <w:t xml:space="preserve"> к договору №_____ от ________________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403ED7E5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801411">
        <w:rPr>
          <w:b/>
          <w:bCs/>
        </w:rPr>
        <w:t xml:space="preserve">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2030F15F" w:rsidR="008B775A" w:rsidRPr="00E57762" w:rsidRDefault="000F244E">
      <w:r w:rsidRPr="00E57762">
        <w:t xml:space="preserve">г. </w:t>
      </w:r>
      <w:r w:rsidR="00BF3C3E">
        <w:t xml:space="preserve">Иркутск                                  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</w:t>
      </w:r>
      <w:r w:rsidR="00BF3C3E">
        <w:t>4</w:t>
      </w:r>
      <w:r w:rsidRPr="00E57762">
        <w:t xml:space="preserve"> г.</w:t>
      </w:r>
    </w:p>
    <w:p w14:paraId="593091E6" w14:textId="77777777" w:rsidR="008B775A" w:rsidRPr="00E57762" w:rsidRDefault="008B775A"/>
    <w:p w14:paraId="375A0CEE" w14:textId="59EF825C" w:rsidR="00B73972" w:rsidRPr="00B73972" w:rsidRDefault="00BF3C3E" w:rsidP="00B73972">
      <w:pPr>
        <w:tabs>
          <w:tab w:val="left" w:pos="9000"/>
        </w:tabs>
        <w:ind w:right="-102" w:firstLine="567"/>
        <w:jc w:val="both"/>
        <w:rPr>
          <w:iCs/>
        </w:rPr>
      </w:pPr>
      <w:r w:rsidRPr="000A5975">
        <w:rPr>
          <w:bCs/>
        </w:rPr>
        <w:t>Общество с ограниченной ответственностью «Байкальская энергетическая компания» (ООО «Байкальская энергетическая компания»), именуемое в дальнейшем «Заказчик», в лице директора филиала ООО «Байкальская энергетическая компания» ТЭЦ-9 Нелюбова Андрея Васильевича, действующего на основании доверенности №</w:t>
      </w:r>
      <w:r>
        <w:rPr>
          <w:bCs/>
        </w:rPr>
        <w:t>162</w:t>
      </w:r>
      <w:r w:rsidRPr="000A5975">
        <w:rPr>
          <w:bCs/>
        </w:rPr>
        <w:t xml:space="preserve"> от </w:t>
      </w:r>
      <w:r>
        <w:rPr>
          <w:bCs/>
        </w:rPr>
        <w:t>01</w:t>
      </w:r>
      <w:r w:rsidRPr="000A5975">
        <w:rPr>
          <w:bCs/>
        </w:rPr>
        <w:t>.</w:t>
      </w:r>
      <w:r>
        <w:rPr>
          <w:bCs/>
        </w:rPr>
        <w:t>04</w:t>
      </w:r>
      <w:r w:rsidRPr="000A5975">
        <w:rPr>
          <w:bCs/>
        </w:rPr>
        <w:t>.202</w:t>
      </w:r>
      <w:r>
        <w:rPr>
          <w:bCs/>
        </w:rPr>
        <w:t>4</w:t>
      </w:r>
      <w:proofErr w:type="gramStart"/>
      <w:r w:rsidRPr="000A5975">
        <w:rPr>
          <w:bCs/>
        </w:rPr>
        <w:t xml:space="preserve">, </w:t>
      </w:r>
      <w:r w:rsidR="00B73972" w:rsidRPr="00B73972">
        <w:rPr>
          <w:iCs/>
        </w:rPr>
        <w:t xml:space="preserve"> с</w:t>
      </w:r>
      <w:proofErr w:type="gramEnd"/>
      <w:r w:rsidR="00B73972" w:rsidRPr="00B73972">
        <w:rPr>
          <w:iCs/>
        </w:rPr>
        <w:t xml:space="preserve"> одной стороны и </w:t>
      </w:r>
    </w:p>
    <w:p w14:paraId="14AEE147" w14:textId="486EFCDC" w:rsidR="008B775A" w:rsidRPr="00E57762" w:rsidRDefault="004D1C92" w:rsidP="00CF7EC5">
      <w:pPr>
        <w:pStyle w:val="ad"/>
        <w:ind w:firstLine="567"/>
      </w:pPr>
      <w:r>
        <w:rPr>
          <w:b/>
        </w:rPr>
        <w:t>___________________________________</w:t>
      </w:r>
      <w:r w:rsidR="00B73972" w:rsidRPr="00B73972">
        <w:t xml:space="preserve">), именуемое в дальнейшем </w:t>
      </w:r>
      <w:r w:rsidR="00B73972" w:rsidRPr="00B73972">
        <w:rPr>
          <w:b/>
        </w:rPr>
        <w:t>«</w:t>
      </w:r>
      <w:r w:rsidR="00017D47">
        <w:rPr>
          <w:b/>
        </w:rPr>
        <w:t>Исполнитель</w:t>
      </w:r>
      <w:r>
        <w:rPr>
          <w:b/>
        </w:rPr>
        <w:t>, в лице _______________________________</w:t>
      </w:r>
      <w:r w:rsidR="00B73972" w:rsidRPr="00B73972">
        <w:rPr>
          <w:b/>
        </w:rPr>
        <w:t xml:space="preserve"> </w:t>
      </w:r>
      <w:r w:rsidR="00B73972" w:rsidRPr="00B73972">
        <w:t>и действующ</w:t>
      </w:r>
      <w:r>
        <w:t>его</w:t>
      </w:r>
      <w:r w:rsidR="00B73972" w:rsidRPr="00B73972">
        <w:t xml:space="preserve"> на основании </w:t>
      </w:r>
      <w:r>
        <w:t xml:space="preserve">_________________________________________,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P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>
        <w:t>________________</w:t>
      </w:r>
      <w:r w:rsidR="00925A8A">
        <w:t xml:space="preserve"> № </w:t>
      </w:r>
      <w:r>
        <w:t>__________________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72A21B95" w14:textId="2F18A86C" w:rsidR="00801411" w:rsidRDefault="00801411" w:rsidP="001F4D11">
      <w:pPr>
        <w:pStyle w:val="ad"/>
      </w:pPr>
    </w:p>
    <w:p w14:paraId="7FDA2392" w14:textId="7C9A0D57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D439D6">
        <w:t>Исполнитель</w:t>
      </w:r>
      <w:r>
        <w:t xml:space="preserve"> обязуется обеспечить каждого своего сотрудника, </w:t>
      </w:r>
      <w:proofErr w:type="gramStart"/>
      <w:r>
        <w:t>который  посеща</w:t>
      </w:r>
      <w:r w:rsidR="005277FE">
        <w:t>ет</w:t>
      </w:r>
      <w:proofErr w:type="gramEnd"/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товар </w:t>
      </w:r>
      <w:r>
        <w:t xml:space="preserve"> в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D439D6">
        <w:t xml:space="preserve"> </w:t>
      </w:r>
      <w:r w:rsidR="005277FE">
        <w:t xml:space="preserve"> следующими средствами индивидуальной защиты</w:t>
      </w:r>
      <w:r>
        <w:t>:</w:t>
      </w:r>
    </w:p>
    <w:p w14:paraId="6E938ECC" w14:textId="2CF46C12" w:rsidR="00801411" w:rsidRDefault="00801411" w:rsidP="00801411">
      <w:pPr>
        <w:pStyle w:val="ad"/>
        <w:ind w:firstLine="540"/>
      </w:pPr>
      <w: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proofErr w:type="gramStart"/>
      <w:r w:rsidR="00D439D6">
        <w:t xml:space="preserve">Исполнителя </w:t>
      </w:r>
      <w:r>
        <w:t xml:space="preserve"> длиной</w:t>
      </w:r>
      <w:proofErr w:type="gramEnd"/>
      <w:r>
        <w:t xml:space="preserve">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>- Наушники противошумные или Вкладыши противошумные</w:t>
      </w:r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67461145" w:rsidR="00801411" w:rsidRDefault="005277FE" w:rsidP="00801411">
      <w:pPr>
        <w:pStyle w:val="ad"/>
        <w:ind w:firstLine="540"/>
      </w:pPr>
      <w:r>
        <w:t xml:space="preserve">2. </w:t>
      </w:r>
      <w:proofErr w:type="gramStart"/>
      <w:r>
        <w:t xml:space="preserve">При </w:t>
      </w:r>
      <w:r w:rsidR="00801411">
        <w:t xml:space="preserve"> выполнении</w:t>
      </w:r>
      <w:proofErr w:type="gramEnd"/>
      <w:r w:rsidR="00801411">
        <w:t xml:space="preserve"> работ,</w:t>
      </w:r>
      <w:r>
        <w:t xml:space="preserve"> оказании услуг сотрудниками </w:t>
      </w:r>
      <w:r w:rsidR="00017D47">
        <w:t>Исполнит</w:t>
      </w:r>
      <w:r w:rsidR="00D439D6">
        <w:t>е</w:t>
      </w:r>
      <w:r w:rsidR="00017D47">
        <w:t>ля</w:t>
      </w:r>
      <w:r w:rsidR="00801411">
        <w:t xml:space="preserve"> имеющих специфические риски (электродуга, запыленность, контакт с опасными химическими веществами и</w:t>
      </w:r>
      <w:r w:rsidR="00582067">
        <w:t xml:space="preserve"> </w:t>
      </w:r>
      <w:proofErr w:type="spellStart"/>
      <w:r w:rsidR="00801411">
        <w:t>тд</w:t>
      </w:r>
      <w:proofErr w:type="spellEnd"/>
      <w:r w:rsidR="00801411">
        <w:t>),</w:t>
      </w:r>
      <w:r w:rsidR="00F235F4" w:rsidRPr="00F235F4">
        <w:t xml:space="preserve"> </w:t>
      </w:r>
      <w:r w:rsidR="00582067">
        <w:t>Исполнитель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соответ</w:t>
      </w:r>
      <w:r w:rsidR="00F235F4">
        <w:t>ствующими  средствами  индивидуальной защиты.</w:t>
      </w:r>
    </w:p>
    <w:p w14:paraId="2ADDE010" w14:textId="279883EF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</w:t>
      </w:r>
      <w:proofErr w:type="gramStart"/>
      <w:r w:rsidR="005277FE" w:rsidRPr="005277FE">
        <w:t>)</w:t>
      </w:r>
      <w:r w:rsidR="00801411">
        <w:t xml:space="preserve"> </w:t>
      </w:r>
      <w:r w:rsidR="005277FE">
        <w:t xml:space="preserve"> </w:t>
      </w:r>
      <w:r w:rsidR="00017D47">
        <w:t>Исполнитель</w:t>
      </w:r>
      <w:proofErr w:type="gramEnd"/>
      <w:r w:rsidR="005277FE">
        <w:t xml:space="preserve"> обязуется  </w:t>
      </w:r>
      <w:r w:rsidR="00801411">
        <w:t>дополнительно</w:t>
      </w:r>
      <w:r w:rsidR="005277FE">
        <w:t xml:space="preserve"> </w:t>
      </w:r>
      <w:r w:rsidR="005277FE" w:rsidRPr="005277FE">
        <w:t>обеспечить каждого своего сотрудника, который  посещает/выполняет работы, оказывает услуги, доставляет товар  в производственные помещения и на открытые площадки на предприятии Заказчика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 xml:space="preserve">-Маска медицинская из расчета 1 </w:t>
      </w:r>
      <w:proofErr w:type="spellStart"/>
      <w:r>
        <w:t>шт</w:t>
      </w:r>
      <w:proofErr w:type="spellEnd"/>
      <w:r>
        <w:t xml:space="preserve">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</w:t>
      </w:r>
      <w:proofErr w:type="spellStart"/>
      <w:r>
        <w:t>шт</w:t>
      </w:r>
      <w:proofErr w:type="spellEnd"/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-Санитайзер для рук из расчета 15 мл на смену</w:t>
      </w:r>
      <w:r w:rsidR="005277FE">
        <w:t>.</w:t>
      </w:r>
    </w:p>
    <w:p w14:paraId="127B1A3B" w14:textId="315E07AC" w:rsidR="00C23245" w:rsidRDefault="00F235F4" w:rsidP="00801411">
      <w:pPr>
        <w:pStyle w:val="ad"/>
        <w:ind w:firstLine="540"/>
      </w:pPr>
      <w:r>
        <w:t xml:space="preserve">4. Сотрудники </w:t>
      </w:r>
      <w:r w:rsidR="00017D47">
        <w:t>Исполнителя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proofErr w:type="gramStart"/>
      <w:r w:rsidR="00FA4F13">
        <w:t xml:space="preserve">предприятия  </w:t>
      </w:r>
      <w:r w:rsidR="00FA4F13" w:rsidRPr="00FA4F13">
        <w:t>Заказчика</w:t>
      </w:r>
      <w:proofErr w:type="gramEnd"/>
      <w:r w:rsidRPr="00F235F4">
        <w:t xml:space="preserve"> до устранения этого нарушения</w:t>
      </w:r>
    </w:p>
    <w:p w14:paraId="4C88E9D9" w14:textId="5012FA62" w:rsidR="00C23245" w:rsidRDefault="00C23245" w:rsidP="00C23245">
      <w:pPr>
        <w:pStyle w:val="ad"/>
        <w:ind w:firstLine="540"/>
      </w:pPr>
      <w:r>
        <w:lastRenderedPageBreak/>
        <w:t>5.</w:t>
      </w:r>
      <w:r>
        <w:tab/>
        <w:t xml:space="preserve">За нарушение требований настоящего Соглашения </w:t>
      </w:r>
      <w:r w:rsidR="00D439D6">
        <w:t>Исполнитель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01FB16D5" w:rsidR="00C23245" w:rsidRPr="00D439D6" w:rsidRDefault="006D308C" w:rsidP="00C23245">
      <w:pPr>
        <w:pStyle w:val="ad"/>
        <w:ind w:firstLine="540"/>
      </w:pPr>
      <w:r>
        <w:t xml:space="preserve">6. Контрагент </w:t>
      </w:r>
      <w:r w:rsidR="00C23245">
        <w:t xml:space="preserve">обязуется выплатить Заказчику штраф за зафиксированные </w:t>
      </w:r>
      <w:r w:rsidRPr="00D439D6">
        <w:t xml:space="preserve">Актом </w:t>
      </w:r>
      <w:r w:rsidR="00C23245" w:rsidRPr="00D439D6">
        <w:t xml:space="preserve">нарушения требований настоящего Соглашения, допущенные </w:t>
      </w:r>
      <w:r w:rsidR="00D439D6">
        <w:t>Исполнителем</w:t>
      </w:r>
      <w:r w:rsidR="00C23245" w:rsidRPr="00D439D6">
        <w:t>, оформленные</w:t>
      </w:r>
      <w:r w:rsidR="00C23245">
        <w:t xml:space="preserve"> в соответствии с п. </w:t>
      </w:r>
      <w:r w:rsidR="009A4D99" w:rsidRPr="00D439D6">
        <w:t>10</w:t>
      </w:r>
      <w:r w:rsidR="00C23245" w:rsidRPr="00D439D6">
        <w:t xml:space="preserve"> настоящего Соглашения. Выявленные нарушения требований охраны труда оформляются </w:t>
      </w:r>
      <w:r w:rsidRPr="00D439D6">
        <w:t xml:space="preserve">актом </w:t>
      </w:r>
      <w:r w:rsidR="00C23245" w:rsidRPr="00D439D6">
        <w:t xml:space="preserve">в соответствии с приложением </w:t>
      </w:r>
      <w:r w:rsidRPr="00D439D6">
        <w:t xml:space="preserve">4 </w:t>
      </w:r>
      <w:r w:rsidR="00C23245" w:rsidRPr="00D439D6">
        <w:t>СТП 011.517.081-</w:t>
      </w:r>
      <w:r w:rsidRPr="00D439D6">
        <w:t xml:space="preserve">2022 </w:t>
      </w:r>
      <w:r w:rsidR="00C23245" w:rsidRPr="00D439D6">
        <w:t xml:space="preserve">Система управления охраной труда. Основные положения. </w:t>
      </w:r>
    </w:p>
    <w:p w14:paraId="3C192CA0" w14:textId="74857D56" w:rsidR="00C23245" w:rsidRPr="00D439D6" w:rsidRDefault="000D1BA3" w:rsidP="00C23245">
      <w:pPr>
        <w:pStyle w:val="ad"/>
        <w:ind w:firstLine="540"/>
      </w:pPr>
      <w:r w:rsidRPr="00D439D6">
        <w:t>7.</w:t>
      </w:r>
      <w:r w:rsidR="00C23245" w:rsidRPr="00D439D6">
        <w:tab/>
        <w:t xml:space="preserve">Заказчик вправе (но не обязан) взыскать с </w:t>
      </w:r>
      <w:r w:rsidR="00D439D6">
        <w:t>Исполнителя</w:t>
      </w:r>
      <w:r w:rsidR="00C23245" w:rsidRPr="00D439D6">
        <w:t xml:space="preserve"> штраф за каждый случай нарушения. </w:t>
      </w:r>
    </w:p>
    <w:p w14:paraId="2CD1DBBB" w14:textId="3C2D922B" w:rsidR="00C23245" w:rsidRPr="00D439D6" w:rsidRDefault="004918C9" w:rsidP="001F4D11">
      <w:pPr>
        <w:pStyle w:val="ad"/>
        <w:ind w:firstLine="540"/>
        <w:rPr>
          <w:color w:val="000000" w:themeColor="text1"/>
        </w:rPr>
      </w:pPr>
      <w:r w:rsidRPr="00D439D6">
        <w:t>8.</w:t>
      </w:r>
      <w:r w:rsidR="00C23245" w:rsidRPr="00D439D6">
        <w:tab/>
        <w:t xml:space="preserve">Работник Заказчика, уполномоченный в области охраны труда, охраны окружающей </w:t>
      </w:r>
      <w:r w:rsidR="00C23245" w:rsidRPr="00D439D6">
        <w:rPr>
          <w:color w:val="000000" w:themeColor="text1"/>
        </w:rPr>
        <w:t xml:space="preserve">среды, промышленной и пожарной безопасности, обнаруживший факт нарушения </w:t>
      </w:r>
      <w:r w:rsidR="00BF3C3E">
        <w:rPr>
          <w:color w:val="000000" w:themeColor="text1"/>
        </w:rPr>
        <w:t>Исполнителем</w:t>
      </w:r>
      <w:r w:rsidR="00C23245" w:rsidRPr="00D439D6">
        <w:rPr>
          <w:color w:val="000000" w:themeColor="text1"/>
        </w:rPr>
        <w:t xml:space="preserve"> требований </w:t>
      </w:r>
      <w:r w:rsidR="00BB1337" w:rsidRPr="00D439D6">
        <w:rPr>
          <w:color w:val="000000" w:themeColor="text1"/>
        </w:rPr>
        <w:t>настоящего Соглашения</w:t>
      </w:r>
      <w:r w:rsidR="00C23245" w:rsidRPr="00D439D6">
        <w:rPr>
          <w:color w:val="000000" w:themeColor="text1"/>
        </w:rPr>
        <w:t xml:space="preserve"> передает в адрес </w:t>
      </w:r>
      <w:r w:rsidR="00BF3C3E">
        <w:rPr>
          <w:color w:val="000000" w:themeColor="text1"/>
        </w:rPr>
        <w:t>Исполнителя</w:t>
      </w:r>
      <w:r w:rsidR="00C23245" w:rsidRPr="00D439D6">
        <w:rPr>
          <w:color w:val="000000" w:themeColor="text1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F3C3E">
        <w:rPr>
          <w:color w:val="000000" w:themeColor="text1"/>
        </w:rPr>
        <w:t xml:space="preserve">Исполнителя </w:t>
      </w:r>
      <w:r w:rsidR="00C23245" w:rsidRPr="00D439D6">
        <w:rPr>
          <w:color w:val="000000" w:themeColor="text1"/>
        </w:rPr>
        <w:t xml:space="preserve"> в назначенное время и место для составления </w:t>
      </w:r>
      <w:r w:rsidR="006D308C" w:rsidRPr="00D439D6">
        <w:rPr>
          <w:color w:val="000000" w:themeColor="text1"/>
        </w:rPr>
        <w:t xml:space="preserve">Акта </w:t>
      </w:r>
      <w:r w:rsidR="00C23245" w:rsidRPr="00D439D6">
        <w:rPr>
          <w:color w:val="000000" w:themeColor="text1"/>
        </w:rPr>
        <w:t xml:space="preserve">о нарушении </w:t>
      </w:r>
      <w:r w:rsidR="00BB1337" w:rsidRPr="00D439D6">
        <w:rPr>
          <w:color w:val="000000" w:themeColor="text1"/>
        </w:rPr>
        <w:t xml:space="preserve">Соглашения </w:t>
      </w:r>
      <w:r w:rsidR="00C23245" w:rsidRPr="00D439D6">
        <w:rPr>
          <w:color w:val="000000" w:themeColor="text1"/>
        </w:rPr>
        <w:t>в случае не устранения нарушения по истечении установленного в уведомлении срока.</w:t>
      </w:r>
    </w:p>
    <w:p w14:paraId="09E7541A" w14:textId="6BF8E63B" w:rsidR="00C23245" w:rsidRPr="00D439D6" w:rsidRDefault="009A4D99" w:rsidP="00C23245">
      <w:pPr>
        <w:pStyle w:val="ad"/>
        <w:ind w:firstLine="540"/>
        <w:rPr>
          <w:color w:val="000000" w:themeColor="text1"/>
        </w:rPr>
      </w:pPr>
      <w:r w:rsidRPr="00D439D6">
        <w:rPr>
          <w:color w:val="000000" w:themeColor="text1"/>
        </w:rPr>
        <w:t>9.</w:t>
      </w:r>
      <w:r w:rsidR="00C23245" w:rsidRPr="00D439D6">
        <w:rPr>
          <w:color w:val="000000" w:themeColor="text1"/>
        </w:rPr>
        <w:tab/>
        <w:t xml:space="preserve">Уведомление направляется в адрес </w:t>
      </w:r>
      <w:r w:rsidR="00D439D6">
        <w:rPr>
          <w:color w:val="000000" w:themeColor="text1"/>
        </w:rPr>
        <w:t>Исполнителя</w:t>
      </w:r>
      <w:r w:rsidR="00C23245" w:rsidRPr="00D439D6">
        <w:rPr>
          <w:color w:val="000000" w:themeColor="text1"/>
        </w:rPr>
        <w:t xml:space="preserve"> телефонограммой либо посредством электронной почты на корпоративный адрес </w:t>
      </w:r>
      <w:r w:rsidR="00D439D6">
        <w:rPr>
          <w:color w:val="000000" w:themeColor="text1"/>
        </w:rPr>
        <w:t>Исполнителя</w:t>
      </w:r>
      <w:r w:rsidR="00C23245" w:rsidRPr="00D439D6">
        <w:rPr>
          <w:color w:val="000000" w:themeColor="text1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D439D6">
        <w:rPr>
          <w:color w:val="000000" w:themeColor="text1"/>
        </w:rPr>
        <w:t>Исполнителем</w:t>
      </w:r>
      <w:r w:rsidR="00C23245" w:rsidRPr="00D439D6">
        <w:rPr>
          <w:color w:val="000000" w:themeColor="text1"/>
        </w:rPr>
        <w:t xml:space="preserve"> данного уведомления. </w:t>
      </w:r>
    </w:p>
    <w:p w14:paraId="0A9221A5" w14:textId="22F42946" w:rsidR="00C23245" w:rsidRPr="00D439D6" w:rsidRDefault="009A4D99" w:rsidP="00C23245">
      <w:pPr>
        <w:pStyle w:val="ad"/>
        <w:ind w:firstLine="540"/>
        <w:rPr>
          <w:color w:val="000000" w:themeColor="text1"/>
        </w:rPr>
      </w:pPr>
      <w:r w:rsidRPr="00D439D6">
        <w:rPr>
          <w:color w:val="000000" w:themeColor="text1"/>
        </w:rPr>
        <w:t>10</w:t>
      </w:r>
      <w:r w:rsidR="00C23245" w:rsidRPr="00D439D6">
        <w:rPr>
          <w:color w:val="000000" w:themeColor="text1"/>
        </w:rPr>
        <w:t>.</w:t>
      </w:r>
      <w:r w:rsidR="00C23245" w:rsidRPr="00D439D6">
        <w:rPr>
          <w:color w:val="000000" w:themeColor="text1"/>
        </w:rPr>
        <w:tab/>
      </w:r>
      <w:r w:rsidR="006D308C" w:rsidRPr="00D439D6">
        <w:rPr>
          <w:color w:val="000000" w:themeColor="text1"/>
        </w:rPr>
        <w:t xml:space="preserve">Акт </w:t>
      </w:r>
      <w:r w:rsidR="00C23245" w:rsidRPr="00D439D6">
        <w:rPr>
          <w:color w:val="000000" w:themeColor="text1"/>
        </w:rPr>
        <w:t xml:space="preserve">о нарушении требований </w:t>
      </w:r>
      <w:r w:rsidR="00BB1337" w:rsidRPr="00D439D6">
        <w:rPr>
          <w:color w:val="000000" w:themeColor="text1"/>
        </w:rPr>
        <w:t>Соглашения</w:t>
      </w:r>
      <w:r w:rsidR="00C23245" w:rsidRPr="00D439D6">
        <w:rPr>
          <w:color w:val="000000" w:themeColor="text1"/>
        </w:rPr>
        <w:t xml:space="preserve"> </w:t>
      </w:r>
      <w:r w:rsidR="00D439D6">
        <w:rPr>
          <w:color w:val="000000" w:themeColor="text1"/>
        </w:rPr>
        <w:t>Исполнителем</w:t>
      </w:r>
      <w:r w:rsidR="00C23245" w:rsidRPr="00D439D6">
        <w:rPr>
          <w:color w:val="000000" w:themeColor="text1"/>
        </w:rPr>
        <w:t xml:space="preserve"> составляется комиссией с участием представителей </w:t>
      </w:r>
      <w:r w:rsidR="00BB1337" w:rsidRPr="00D439D6">
        <w:rPr>
          <w:color w:val="000000" w:themeColor="text1"/>
        </w:rPr>
        <w:t>Заказчика</w:t>
      </w:r>
      <w:r w:rsidR="00C23245" w:rsidRPr="00D439D6">
        <w:rPr>
          <w:color w:val="000000" w:themeColor="text1"/>
        </w:rPr>
        <w:t xml:space="preserve"> и </w:t>
      </w:r>
      <w:r w:rsidR="00D439D6" w:rsidRPr="00D439D6">
        <w:rPr>
          <w:color w:val="000000" w:themeColor="text1"/>
        </w:rPr>
        <w:t>Исполнителя</w:t>
      </w:r>
      <w:r w:rsidR="00C23245" w:rsidRPr="00D439D6">
        <w:rPr>
          <w:color w:val="000000" w:themeColor="text1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763B7A">
        <w:rPr>
          <w:color w:val="000000" w:themeColor="text1"/>
        </w:rPr>
        <w:t>Исполнителя</w:t>
      </w:r>
      <w:r w:rsidR="00C23245" w:rsidRPr="00D439D6">
        <w:rPr>
          <w:color w:val="000000" w:themeColor="text1"/>
        </w:rPr>
        <w:t xml:space="preserve"> от участия в составлении </w:t>
      </w:r>
      <w:r w:rsidR="006D308C" w:rsidRPr="00D439D6">
        <w:rPr>
          <w:color w:val="000000" w:themeColor="text1"/>
        </w:rPr>
        <w:t>Акта</w:t>
      </w:r>
      <w:r w:rsidR="00C23245" w:rsidRPr="00D439D6">
        <w:rPr>
          <w:color w:val="000000" w:themeColor="text1"/>
        </w:rPr>
        <w:t>, в</w:t>
      </w:r>
      <w:r w:rsidR="006D308C" w:rsidRPr="00D439D6">
        <w:rPr>
          <w:color w:val="000000" w:themeColor="text1"/>
        </w:rPr>
        <w:t xml:space="preserve"> Акте</w:t>
      </w:r>
      <w:r w:rsidR="00C23245" w:rsidRPr="00D439D6">
        <w:rPr>
          <w:color w:val="000000" w:themeColor="text1"/>
        </w:rPr>
        <w:t xml:space="preserve"> делается соответствующая отметка. </w:t>
      </w:r>
    </w:p>
    <w:p w14:paraId="6B3458C6" w14:textId="2A36848F" w:rsidR="00A67268" w:rsidRPr="00763B7A" w:rsidRDefault="00CE778F" w:rsidP="00763B7A">
      <w:pPr>
        <w:pStyle w:val="ad"/>
        <w:spacing w:line="240" w:lineRule="exact"/>
        <w:ind w:firstLine="142"/>
        <w:rPr>
          <w:i/>
          <w:color w:val="000000" w:themeColor="text1"/>
        </w:rPr>
      </w:pPr>
      <w:r>
        <w:rPr>
          <w:color w:val="000000" w:themeColor="text1"/>
        </w:rPr>
        <w:t xml:space="preserve">       </w:t>
      </w:r>
      <w:r w:rsidR="009A4D99" w:rsidRPr="00D439D6">
        <w:rPr>
          <w:color w:val="000000" w:themeColor="text1"/>
        </w:rPr>
        <w:t>11.</w:t>
      </w:r>
      <w:r w:rsidR="00C23245" w:rsidRPr="00763B7A">
        <w:rPr>
          <w:color w:val="000000" w:themeColor="text1"/>
        </w:rPr>
        <w:tab/>
      </w:r>
      <w:r w:rsidR="00A67268" w:rsidRPr="00763B7A">
        <w:rPr>
          <w:color w:val="000000" w:themeColor="text1"/>
        </w:rPr>
        <w:t xml:space="preserve">В случае нарушения обязательств </w:t>
      </w:r>
      <w:r w:rsidR="00D439D6" w:rsidRPr="00763B7A">
        <w:rPr>
          <w:color w:val="000000" w:themeColor="text1"/>
        </w:rPr>
        <w:t>Исполнителем</w:t>
      </w:r>
      <w:r w:rsidR="00A67268" w:rsidRPr="00763B7A">
        <w:rPr>
          <w:color w:val="000000" w:themeColor="text1"/>
        </w:rPr>
        <w:t xml:space="preserve">, предусмотренных </w:t>
      </w:r>
      <w:r w:rsidR="009A7AF0" w:rsidRPr="00763B7A">
        <w:rPr>
          <w:color w:val="000000" w:themeColor="text1"/>
        </w:rPr>
        <w:t>условиями</w:t>
      </w:r>
      <w:r w:rsidR="00B92203" w:rsidRPr="00763B7A">
        <w:rPr>
          <w:color w:val="000000" w:themeColor="text1"/>
        </w:rPr>
        <w:t xml:space="preserve"> </w:t>
      </w:r>
      <w:r w:rsidR="004D1C92" w:rsidRPr="00763B7A">
        <w:rPr>
          <w:color w:val="000000" w:themeColor="text1"/>
        </w:rPr>
        <w:t xml:space="preserve">настоящего </w:t>
      </w:r>
      <w:proofErr w:type="gramStart"/>
      <w:r w:rsidR="009A4D99" w:rsidRPr="00763B7A">
        <w:rPr>
          <w:color w:val="000000" w:themeColor="text1"/>
        </w:rPr>
        <w:t>С</w:t>
      </w:r>
      <w:r w:rsidR="004D1C92" w:rsidRPr="00763B7A">
        <w:rPr>
          <w:color w:val="000000" w:themeColor="text1"/>
        </w:rPr>
        <w:t xml:space="preserve">оглашения </w:t>
      </w:r>
      <w:r w:rsidR="00A67268" w:rsidRPr="00763B7A">
        <w:rPr>
          <w:color w:val="000000" w:themeColor="text1"/>
        </w:rPr>
        <w:t xml:space="preserve"> Заказчик</w:t>
      </w:r>
      <w:proofErr w:type="gramEnd"/>
      <w:r w:rsidR="00A67268" w:rsidRPr="00763B7A">
        <w:rPr>
          <w:color w:val="000000" w:themeColor="text1"/>
        </w:rPr>
        <w:t xml:space="preserve"> вправе потребовать, а </w:t>
      </w:r>
      <w:r w:rsidR="00D439D6" w:rsidRPr="00763B7A">
        <w:rPr>
          <w:color w:val="000000" w:themeColor="text1"/>
        </w:rPr>
        <w:t>Исполнитель</w:t>
      </w:r>
      <w:r w:rsidR="00E64114" w:rsidRPr="00763B7A">
        <w:rPr>
          <w:color w:val="000000" w:themeColor="text1"/>
        </w:rPr>
        <w:t xml:space="preserve"> </w:t>
      </w:r>
      <w:r w:rsidR="00A67268" w:rsidRPr="00763B7A">
        <w:rPr>
          <w:color w:val="000000" w:themeColor="text1"/>
        </w:rPr>
        <w:t xml:space="preserve"> в этом случае обязуется уплатить штраф в размере </w:t>
      </w:r>
      <w:r w:rsidR="0082342F" w:rsidRPr="00763B7A">
        <w:rPr>
          <w:color w:val="000000" w:themeColor="text1"/>
        </w:rPr>
        <w:t xml:space="preserve">25 000,00 </w:t>
      </w:r>
      <w:r w:rsidR="00A67268" w:rsidRPr="00763B7A">
        <w:rPr>
          <w:color w:val="000000" w:themeColor="text1"/>
        </w:rPr>
        <w:t>рублей</w:t>
      </w:r>
      <w:r w:rsidR="00D439D6" w:rsidRPr="00763B7A">
        <w:rPr>
          <w:color w:val="000000" w:themeColor="text1"/>
        </w:rPr>
        <w:t xml:space="preserve"> </w:t>
      </w:r>
      <w:r w:rsidR="009A7AF0" w:rsidRPr="00763B7A">
        <w:rPr>
          <w:color w:val="000000" w:themeColor="text1"/>
        </w:rPr>
        <w:t>за каждый документально подтвержденный и  зафиксированный путем фотофиксации случай нарушения</w:t>
      </w:r>
      <w:r w:rsidR="009A4D99" w:rsidRPr="00763B7A">
        <w:rPr>
          <w:color w:val="000000" w:themeColor="text1"/>
        </w:rPr>
        <w:t xml:space="preserve"> в 10-дневный срок с момента составления </w:t>
      </w:r>
      <w:r w:rsidR="006D308C" w:rsidRPr="00763B7A">
        <w:rPr>
          <w:color w:val="000000" w:themeColor="text1"/>
        </w:rPr>
        <w:t xml:space="preserve">Акта </w:t>
      </w:r>
      <w:r w:rsidR="00A67268" w:rsidRPr="00763B7A">
        <w:rPr>
          <w:i/>
          <w:color w:val="000000" w:themeColor="text1"/>
        </w:rPr>
        <w:t>.</w:t>
      </w:r>
    </w:p>
    <w:p w14:paraId="1EE13F29" w14:textId="3406BED0" w:rsidR="00763B7A" w:rsidRPr="00763B7A" w:rsidRDefault="00CE778F" w:rsidP="00CE778F">
      <w:pPr>
        <w:pStyle w:val="RUS110"/>
        <w:widowControl w:val="0"/>
        <w:tabs>
          <w:tab w:val="left" w:pos="534"/>
        </w:tabs>
        <w:spacing w:after="0" w:line="240" w:lineRule="exact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</w:t>
      </w:r>
      <w:r w:rsidR="000121F5" w:rsidRPr="00763B7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9A4D99" w:rsidRPr="00763B7A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0121F5" w:rsidRPr="00763B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763B7A" w:rsidRPr="00763B7A">
        <w:rPr>
          <w:rFonts w:ascii="Times New Roman" w:hAnsi="Times New Roman" w:cs="Times New Roman"/>
          <w:sz w:val="24"/>
          <w:szCs w:val="24"/>
          <w:lang w:val="x-none"/>
        </w:rPr>
        <w:t xml:space="preserve">Настоящее Соглашение составлено в </w:t>
      </w:r>
      <w:r w:rsidR="00763B7A" w:rsidRPr="00763B7A">
        <w:rPr>
          <w:rFonts w:ascii="Times New Roman" w:hAnsi="Times New Roman" w:cs="Times New Roman"/>
          <w:sz w:val="24"/>
          <w:szCs w:val="24"/>
        </w:rPr>
        <w:t>1</w:t>
      </w:r>
      <w:r w:rsidR="00763B7A" w:rsidRPr="00763B7A">
        <w:rPr>
          <w:rFonts w:ascii="Times New Roman" w:hAnsi="Times New Roman" w:cs="Times New Roman"/>
          <w:sz w:val="24"/>
          <w:szCs w:val="24"/>
          <w:lang w:val="x-none"/>
        </w:rPr>
        <w:t xml:space="preserve"> (</w:t>
      </w:r>
      <w:r w:rsidR="00763B7A" w:rsidRPr="00763B7A">
        <w:rPr>
          <w:rFonts w:ascii="Times New Roman" w:hAnsi="Times New Roman" w:cs="Times New Roman"/>
          <w:sz w:val="24"/>
          <w:szCs w:val="24"/>
        </w:rPr>
        <w:t>одном</w:t>
      </w:r>
      <w:r w:rsidR="00763B7A" w:rsidRPr="00763B7A">
        <w:rPr>
          <w:rFonts w:ascii="Times New Roman" w:hAnsi="Times New Roman" w:cs="Times New Roman"/>
          <w:sz w:val="24"/>
          <w:szCs w:val="24"/>
          <w:lang w:val="x-none"/>
        </w:rPr>
        <w:t>) экземпляр</w:t>
      </w:r>
      <w:r w:rsidR="00763B7A" w:rsidRPr="00763B7A">
        <w:rPr>
          <w:rFonts w:ascii="Times New Roman" w:hAnsi="Times New Roman" w:cs="Times New Roman"/>
          <w:sz w:val="24"/>
          <w:szCs w:val="24"/>
        </w:rPr>
        <w:t>е</w:t>
      </w:r>
      <w:r w:rsidR="00763B7A" w:rsidRPr="00763B7A">
        <w:rPr>
          <w:rFonts w:ascii="Times New Roman" w:hAnsi="Times New Roman" w:cs="Times New Roman"/>
          <w:sz w:val="24"/>
          <w:szCs w:val="24"/>
          <w:lang w:val="x-none"/>
        </w:rPr>
        <w:t xml:space="preserve"> на русском языке</w:t>
      </w:r>
      <w:r w:rsidR="00763B7A" w:rsidRPr="00763B7A">
        <w:rPr>
          <w:rFonts w:ascii="Times New Roman" w:hAnsi="Times New Roman" w:cs="Times New Roman"/>
          <w:sz w:val="24"/>
          <w:szCs w:val="24"/>
        </w:rPr>
        <w:t xml:space="preserve">. Подписание осуществляется на электронной торговой площадке (ЭТП) </w:t>
      </w:r>
      <w:bookmarkStart w:id="0" w:name="_Hlk164935995"/>
      <w:r w:rsidR="00763B7A" w:rsidRPr="00763B7A">
        <w:rPr>
          <w:rFonts w:ascii="Times New Roman" w:hAnsi="Times New Roman" w:cs="Times New Roman"/>
          <w:sz w:val="24"/>
          <w:szCs w:val="24"/>
        </w:rPr>
        <w:t>электронной цифровой подписью (ЭЦП) уполномоченным представителем каждой Стороны.</w:t>
      </w:r>
    </w:p>
    <w:bookmarkEnd w:id="0"/>
    <w:p w14:paraId="4240D18D" w14:textId="77777777" w:rsidR="00763B7A" w:rsidRPr="00763B7A" w:rsidRDefault="00763B7A" w:rsidP="00763B7A">
      <w:pPr>
        <w:widowControl w:val="0"/>
        <w:autoSpaceDE w:val="0"/>
        <w:autoSpaceDN w:val="0"/>
        <w:adjustRightInd w:val="0"/>
        <w:spacing w:line="240" w:lineRule="exact"/>
        <w:ind w:firstLine="142"/>
        <w:jc w:val="both"/>
        <w:rPr>
          <w:i/>
          <w:color w:val="FF0000"/>
        </w:rPr>
      </w:pPr>
    </w:p>
    <w:p w14:paraId="351723DB" w14:textId="77777777" w:rsidR="00BF40B2" w:rsidRPr="00763B7A" w:rsidRDefault="00BF40B2">
      <w:pPr>
        <w:pStyle w:val="ad"/>
        <w:outlineLvl w:val="0"/>
        <w:rPr>
          <w:b/>
          <w:bCs/>
        </w:rPr>
      </w:pPr>
    </w:p>
    <w:p w14:paraId="5174CC55" w14:textId="3939DD87" w:rsidR="00C459E9" w:rsidRDefault="00C459E9" w:rsidP="005846E7">
      <w:pPr>
        <w:pStyle w:val="ad"/>
      </w:pPr>
    </w:p>
    <w:tbl>
      <w:tblPr>
        <w:tblW w:w="960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42"/>
        <w:gridCol w:w="4862"/>
      </w:tblGrid>
      <w:tr w:rsidR="00BF3C3E" w:rsidRPr="00E03A39" w14:paraId="2F28B97E" w14:textId="77777777" w:rsidTr="000B5F76">
        <w:trPr>
          <w:trHeight w:val="1408"/>
        </w:trPr>
        <w:tc>
          <w:tcPr>
            <w:tcW w:w="4742" w:type="dxa"/>
          </w:tcPr>
          <w:p w14:paraId="0B45B9B6" w14:textId="19017DC7" w:rsidR="00BF3C3E" w:rsidRPr="00E03A39" w:rsidRDefault="00BF3C3E" w:rsidP="000B5F76">
            <w:pPr>
              <w:jc w:val="both"/>
            </w:pPr>
            <w:bookmarkStart w:id="1" w:name="_Hlk163475014"/>
            <w:r>
              <w:rPr>
                <w:bCs/>
              </w:rPr>
              <w:t xml:space="preserve">От </w:t>
            </w:r>
            <w:r w:rsidRPr="00E03A39">
              <w:rPr>
                <w:bCs/>
              </w:rPr>
              <w:t>Заказчик</w:t>
            </w:r>
            <w:r>
              <w:rPr>
                <w:bCs/>
              </w:rPr>
              <w:t>а</w:t>
            </w:r>
            <w:r w:rsidRPr="00E03A39">
              <w:rPr>
                <w:bCs/>
              </w:rPr>
              <w:t xml:space="preserve">: </w:t>
            </w:r>
          </w:p>
          <w:p w14:paraId="0CF22B86" w14:textId="77777777" w:rsidR="00BF3C3E" w:rsidRPr="00E03A39" w:rsidRDefault="00BF3C3E" w:rsidP="000B5F76">
            <w:pPr>
              <w:jc w:val="both"/>
            </w:pPr>
            <w:r w:rsidRPr="00E03A39">
              <w:t>Директор Филиала</w:t>
            </w:r>
          </w:p>
          <w:p w14:paraId="417C7431" w14:textId="77777777" w:rsidR="00BF3C3E" w:rsidRPr="00E03A39" w:rsidRDefault="00BF3C3E" w:rsidP="000B5F76">
            <w:pPr>
              <w:jc w:val="both"/>
            </w:pPr>
            <w:r w:rsidRPr="00E03A39">
              <w:rPr>
                <w:bCs/>
              </w:rPr>
              <w:t xml:space="preserve">ООО «Байкальская энергетическая </w:t>
            </w:r>
            <w:proofErr w:type="gramStart"/>
            <w:r w:rsidRPr="00E03A39">
              <w:rPr>
                <w:bCs/>
              </w:rPr>
              <w:t xml:space="preserve">компания» </w:t>
            </w:r>
            <w:r w:rsidRPr="00E03A39">
              <w:t xml:space="preserve"> ТЭЦ</w:t>
            </w:r>
            <w:proofErr w:type="gramEnd"/>
            <w:r w:rsidRPr="00E03A39">
              <w:t>-9</w:t>
            </w:r>
          </w:p>
          <w:p w14:paraId="5E8264B3" w14:textId="77777777" w:rsidR="00BF3C3E" w:rsidRPr="00E03A39" w:rsidRDefault="00BF3C3E" w:rsidP="000B5F76">
            <w:pPr>
              <w:jc w:val="both"/>
            </w:pPr>
          </w:p>
          <w:p w14:paraId="4B5E0C41" w14:textId="77777777" w:rsidR="00BF3C3E" w:rsidRPr="00E03A39" w:rsidRDefault="00BF3C3E" w:rsidP="000B5F76">
            <w:pPr>
              <w:jc w:val="both"/>
            </w:pPr>
            <w:r w:rsidRPr="00E03A39">
              <w:t xml:space="preserve">________________ </w:t>
            </w:r>
            <w:proofErr w:type="spellStart"/>
            <w:r w:rsidRPr="00E03A39">
              <w:t>А.В.Нелюбов</w:t>
            </w:r>
            <w:proofErr w:type="spellEnd"/>
          </w:p>
          <w:p w14:paraId="720902A9" w14:textId="77777777" w:rsidR="00BF3C3E" w:rsidRDefault="00BF3C3E" w:rsidP="000B5F76">
            <w:pPr>
              <w:jc w:val="both"/>
            </w:pPr>
            <w:proofErr w:type="spellStart"/>
            <w:r w:rsidRPr="00E03A39">
              <w:t>М.п</w:t>
            </w:r>
            <w:proofErr w:type="spellEnd"/>
            <w:r w:rsidRPr="00E03A39">
              <w:t xml:space="preserve">. </w:t>
            </w:r>
          </w:p>
          <w:p w14:paraId="5EB8008F" w14:textId="77777777" w:rsidR="00BF3C3E" w:rsidRPr="00E03A39" w:rsidRDefault="00BF3C3E" w:rsidP="000B5F76">
            <w:pPr>
              <w:jc w:val="both"/>
            </w:pPr>
          </w:p>
        </w:tc>
        <w:tc>
          <w:tcPr>
            <w:tcW w:w="4862" w:type="dxa"/>
          </w:tcPr>
          <w:p w14:paraId="53FA4ED5" w14:textId="242FA3B6" w:rsidR="00BF3C3E" w:rsidRPr="00E03A39" w:rsidRDefault="00BF3C3E" w:rsidP="000B5F76">
            <w:pPr>
              <w:jc w:val="both"/>
              <w:rPr>
                <w:bCs/>
              </w:rPr>
            </w:pPr>
            <w:r>
              <w:rPr>
                <w:bCs/>
              </w:rPr>
              <w:t xml:space="preserve">От </w:t>
            </w:r>
            <w:r w:rsidRPr="00E03A39">
              <w:rPr>
                <w:bCs/>
              </w:rPr>
              <w:t>Исполнител</w:t>
            </w:r>
            <w:r>
              <w:rPr>
                <w:bCs/>
              </w:rPr>
              <w:t>я</w:t>
            </w:r>
            <w:r w:rsidRPr="00E03A39">
              <w:rPr>
                <w:bCs/>
              </w:rPr>
              <w:t>:</w:t>
            </w:r>
          </w:p>
          <w:p w14:paraId="44AF15E6" w14:textId="77777777" w:rsidR="00BF3C3E" w:rsidRDefault="00BF3C3E" w:rsidP="000B5F76">
            <w:pPr>
              <w:pStyle w:val="ad"/>
              <w:rPr>
                <w:bCs/>
              </w:rPr>
            </w:pPr>
          </w:p>
          <w:p w14:paraId="0BE7EE34" w14:textId="77777777" w:rsidR="00BF3C3E" w:rsidRDefault="00BF3C3E" w:rsidP="000B5F76">
            <w:pPr>
              <w:pStyle w:val="ad"/>
              <w:rPr>
                <w:bCs/>
              </w:rPr>
            </w:pPr>
          </w:p>
          <w:p w14:paraId="5BA9E59B" w14:textId="77777777" w:rsidR="00BF3C3E" w:rsidRPr="00E03A39" w:rsidRDefault="00BF3C3E" w:rsidP="000B5F76">
            <w:pPr>
              <w:pStyle w:val="ad"/>
              <w:rPr>
                <w:bCs/>
              </w:rPr>
            </w:pPr>
          </w:p>
          <w:p w14:paraId="1FDA454D" w14:textId="77777777" w:rsidR="00BF3C3E" w:rsidRPr="00E03A39" w:rsidRDefault="00BF3C3E" w:rsidP="000B5F76">
            <w:pPr>
              <w:pStyle w:val="ad"/>
              <w:rPr>
                <w:bCs/>
              </w:rPr>
            </w:pPr>
            <w:r w:rsidRPr="00E03A39">
              <w:rPr>
                <w:bCs/>
              </w:rPr>
              <w:t xml:space="preserve">_______________ </w:t>
            </w:r>
          </w:p>
          <w:p w14:paraId="13A15439" w14:textId="77777777" w:rsidR="00BF3C3E" w:rsidRPr="00E03A39" w:rsidRDefault="00BF3C3E" w:rsidP="000B5F76">
            <w:pPr>
              <w:pStyle w:val="ad"/>
            </w:pPr>
            <w:proofErr w:type="spellStart"/>
            <w:r w:rsidRPr="00E03A39">
              <w:rPr>
                <w:bCs/>
              </w:rPr>
              <w:t>М.п</w:t>
            </w:r>
            <w:proofErr w:type="spellEnd"/>
            <w:r w:rsidRPr="00E03A39">
              <w:rPr>
                <w:bCs/>
              </w:rPr>
              <w:t xml:space="preserve">. </w:t>
            </w:r>
          </w:p>
        </w:tc>
      </w:tr>
      <w:bookmarkEnd w:id="1"/>
    </w:tbl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77FE494" w14:textId="77777777" w:rsidR="00F85441" w:rsidRDefault="00F85441" w:rsidP="00E64114">
      <w:pPr>
        <w:pStyle w:val="ad"/>
        <w:ind w:left="720"/>
      </w:pPr>
    </w:p>
    <w:sectPr w:rsidR="00F85441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2773F" w14:textId="77777777" w:rsidR="00BA7E21" w:rsidRDefault="00BA7E21">
      <w:r>
        <w:separator/>
      </w:r>
    </w:p>
  </w:endnote>
  <w:endnote w:type="continuationSeparator" w:id="0">
    <w:p w14:paraId="37B5BFDC" w14:textId="77777777" w:rsidR="00BA7E21" w:rsidRDefault="00BA7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3E90B03F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1F4D1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BF864" w14:textId="77777777" w:rsidR="00BA7E21" w:rsidRDefault="00BA7E21">
      <w:r>
        <w:separator/>
      </w:r>
    </w:p>
  </w:footnote>
  <w:footnote w:type="continuationSeparator" w:id="0">
    <w:p w14:paraId="7F8E94DA" w14:textId="77777777" w:rsidR="00BA7E21" w:rsidRDefault="00BA7E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86A3F49"/>
    <w:multiLevelType w:val="multilevel"/>
    <w:tmpl w:val="E6C83592"/>
    <w:lvl w:ilvl="0">
      <w:start w:val="1"/>
      <w:numFmt w:val="upperRoman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ind w:left="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cs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  <w:num w:numId="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121F5"/>
    <w:rsid w:val="00017BA8"/>
    <w:rsid w:val="00017D47"/>
    <w:rsid w:val="00031157"/>
    <w:rsid w:val="00033381"/>
    <w:rsid w:val="00037BC1"/>
    <w:rsid w:val="00074CBD"/>
    <w:rsid w:val="000975DD"/>
    <w:rsid w:val="000D1BA3"/>
    <w:rsid w:val="000D6AC1"/>
    <w:rsid w:val="000F244E"/>
    <w:rsid w:val="00117352"/>
    <w:rsid w:val="00121D1C"/>
    <w:rsid w:val="001233C4"/>
    <w:rsid w:val="00131D10"/>
    <w:rsid w:val="00141BDC"/>
    <w:rsid w:val="00165C97"/>
    <w:rsid w:val="00176948"/>
    <w:rsid w:val="00192CC2"/>
    <w:rsid w:val="0019650C"/>
    <w:rsid w:val="001D613E"/>
    <w:rsid w:val="001E50D6"/>
    <w:rsid w:val="001E7424"/>
    <w:rsid w:val="001F0921"/>
    <w:rsid w:val="001F4D1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1066"/>
    <w:rsid w:val="003F5407"/>
    <w:rsid w:val="00400DB4"/>
    <w:rsid w:val="00401BB2"/>
    <w:rsid w:val="00407719"/>
    <w:rsid w:val="00430D88"/>
    <w:rsid w:val="004541E7"/>
    <w:rsid w:val="00463973"/>
    <w:rsid w:val="004641CB"/>
    <w:rsid w:val="00475B65"/>
    <w:rsid w:val="004918C9"/>
    <w:rsid w:val="004A1FF9"/>
    <w:rsid w:val="004A7CDC"/>
    <w:rsid w:val="004B2F32"/>
    <w:rsid w:val="004B5529"/>
    <w:rsid w:val="004D1C92"/>
    <w:rsid w:val="004E1C98"/>
    <w:rsid w:val="00500C5D"/>
    <w:rsid w:val="00506D37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2067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D308C"/>
    <w:rsid w:val="006F036F"/>
    <w:rsid w:val="00722D39"/>
    <w:rsid w:val="00734CCD"/>
    <w:rsid w:val="007447CF"/>
    <w:rsid w:val="00763B7A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9E3CBF"/>
    <w:rsid w:val="009F7286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A7E21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3C3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E778F"/>
    <w:rsid w:val="00CF24EE"/>
    <w:rsid w:val="00CF7EC5"/>
    <w:rsid w:val="00D20DF9"/>
    <w:rsid w:val="00D24B25"/>
    <w:rsid w:val="00D439D6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qFormat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af7">
    <w:name w:val="РАЗДЕЛ"/>
    <w:basedOn w:val="ad"/>
    <w:qFormat/>
    <w:rsid w:val="00763B7A"/>
    <w:pPr>
      <w:tabs>
        <w:tab w:val="num" w:pos="360"/>
      </w:tabs>
      <w:spacing w:before="240" w:after="120" w:line="264" w:lineRule="auto"/>
      <w:jc w:val="center"/>
      <w:outlineLvl w:val="0"/>
    </w:pPr>
    <w:rPr>
      <w:rFonts w:ascii="Calibri" w:hAnsi="Calibri"/>
      <w:b/>
      <w:bCs/>
      <w:sz w:val="22"/>
      <w:szCs w:val="22"/>
    </w:rPr>
  </w:style>
  <w:style w:type="paragraph" w:customStyle="1" w:styleId="RUS1">
    <w:name w:val="RUS 1."/>
    <w:basedOn w:val="ad"/>
    <w:qFormat/>
    <w:rsid w:val="00763B7A"/>
    <w:pPr>
      <w:tabs>
        <w:tab w:val="num" w:pos="360"/>
      </w:tabs>
      <w:spacing w:before="240" w:after="120" w:line="264" w:lineRule="auto"/>
      <w:jc w:val="center"/>
      <w:outlineLvl w:val="0"/>
    </w:pPr>
    <w:rPr>
      <w:rFonts w:ascii="Calibri" w:hAnsi="Calibri"/>
      <w:b/>
      <w:sz w:val="22"/>
      <w:szCs w:val="22"/>
    </w:rPr>
  </w:style>
  <w:style w:type="paragraph" w:customStyle="1" w:styleId="RUS111">
    <w:name w:val="RUS 1.1.1."/>
    <w:basedOn w:val="ad"/>
    <w:qFormat/>
    <w:rsid w:val="00763B7A"/>
    <w:pPr>
      <w:tabs>
        <w:tab w:val="num" w:pos="360"/>
      </w:tabs>
      <w:spacing w:after="120" w:line="264" w:lineRule="auto"/>
    </w:pPr>
    <w:rPr>
      <w:rFonts w:ascii="Calibri" w:hAnsi="Calibri"/>
      <w:bCs/>
      <w:sz w:val="22"/>
      <w:szCs w:val="22"/>
    </w:rPr>
  </w:style>
  <w:style w:type="paragraph" w:customStyle="1" w:styleId="RUS10">
    <w:name w:val="RUS (1)"/>
    <w:basedOn w:val="RUS111"/>
    <w:qFormat/>
    <w:rsid w:val="00763B7A"/>
    <w:pPr>
      <w:ind w:firstLine="992"/>
    </w:pPr>
    <w:rPr>
      <w:bCs w:val="0"/>
    </w:rPr>
  </w:style>
  <w:style w:type="paragraph" w:customStyle="1" w:styleId="RUSa">
    <w:name w:val="RUS (a)"/>
    <w:basedOn w:val="RUS10"/>
    <w:qFormat/>
    <w:rsid w:val="00763B7A"/>
    <w:pPr>
      <w:tabs>
        <w:tab w:val="left" w:pos="1701"/>
      </w:tabs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395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WUTACPQVHE7E-1195615845-10187</_dlc_DocId>
    <_dlc_DocIdUrl xmlns="30e719df-8a88-48c9-b375-63b80a03932c">
      <Url>http://uscportal.ie.corp/customers/_layouts/15/DocIdRedir.aspx?ID=WUTACPQVHE7E-1195615845-10187</Url>
      <Description>WUTACPQVHE7E-1195615845-10187</Description>
    </_dlc_DocIdUrl>
    <SharedWithUsers xmlns="30e719df-8a88-48c9-b375-63b80a03932c">
      <UserInfo>
        <DisplayName>Isaychkina Svetlana</DisplayName>
        <AccountId>7017</AccountId>
        <AccountType/>
      </UserInfo>
    </SharedWithUsers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C53139-78E5-44D0-99BB-E1420CF24F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810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Sharymova Irina</cp:lastModifiedBy>
  <cp:revision>11</cp:revision>
  <cp:lastPrinted>2019-03-22T01:16:00Z</cp:lastPrinted>
  <dcterms:created xsi:type="dcterms:W3CDTF">2023-12-07T01:53:00Z</dcterms:created>
  <dcterms:modified xsi:type="dcterms:W3CDTF">2024-04-25T03:29:00Z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7ccfb39d-86a9-40aa-9d39-a0cd551be744</vt:lpwstr>
  </property>
</Properties>
</file>